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F8A9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A7F636E" w14:textId="77777777" w:rsidTr="00146EEC">
        <w:tc>
          <w:tcPr>
            <w:tcW w:w="2689" w:type="dxa"/>
          </w:tcPr>
          <w:p w14:paraId="3D13C0DB" w14:textId="77777777" w:rsidR="00F1480E" w:rsidRPr="005404CB" w:rsidRDefault="00830267" w:rsidP="005404CB">
            <w:pPr>
              <w:pStyle w:val="SIText-Bold"/>
            </w:pPr>
            <w:r w:rsidRPr="00A326C2">
              <w:t>Release</w:t>
            </w:r>
          </w:p>
        </w:tc>
        <w:tc>
          <w:tcPr>
            <w:tcW w:w="6939" w:type="dxa"/>
          </w:tcPr>
          <w:p w14:paraId="39DA65C7" w14:textId="77777777" w:rsidR="00F1480E" w:rsidRPr="005404CB" w:rsidRDefault="00830267" w:rsidP="005404CB">
            <w:pPr>
              <w:pStyle w:val="SIText-Bold"/>
            </w:pPr>
            <w:r w:rsidRPr="00A326C2">
              <w:t>Comments</w:t>
            </w:r>
          </w:p>
        </w:tc>
      </w:tr>
      <w:tr w:rsidR="00F1480E" w14:paraId="7B7CEE4B" w14:textId="77777777" w:rsidTr="00146EEC">
        <w:tc>
          <w:tcPr>
            <w:tcW w:w="2689" w:type="dxa"/>
          </w:tcPr>
          <w:p w14:paraId="54162829" w14:textId="05372A82" w:rsidR="00F1480E" w:rsidRPr="005404CB" w:rsidRDefault="00F1480E" w:rsidP="005404CB">
            <w:pPr>
              <w:pStyle w:val="SIText"/>
            </w:pPr>
            <w:r w:rsidRPr="00CC451E">
              <w:t>Release</w:t>
            </w:r>
            <w:r w:rsidR="00337E82" w:rsidRPr="005404CB">
              <w:t xml:space="preserve"> 1</w:t>
            </w:r>
          </w:p>
        </w:tc>
        <w:tc>
          <w:tcPr>
            <w:tcW w:w="6939" w:type="dxa"/>
          </w:tcPr>
          <w:p w14:paraId="710F8562" w14:textId="0CAEC841" w:rsidR="00F1480E" w:rsidRPr="005404CB" w:rsidRDefault="00DF54AF" w:rsidP="00A71E2D">
            <w:pPr>
              <w:pStyle w:val="SIText"/>
            </w:pPr>
            <w:r w:rsidRPr="00DF54AF">
              <w:t xml:space="preserve">This version released with AMP Australian Meat Processing Training Package Version </w:t>
            </w:r>
            <w:r w:rsidR="002C2C52">
              <w:t>8</w:t>
            </w:r>
            <w:r w:rsidRPr="00DF54AF">
              <w:t>.0.</w:t>
            </w:r>
          </w:p>
        </w:tc>
      </w:tr>
    </w:tbl>
    <w:p w14:paraId="02CEB07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8B8DA2" w14:textId="77777777" w:rsidTr="00CA2922">
        <w:trPr>
          <w:tblHeader/>
        </w:trPr>
        <w:tc>
          <w:tcPr>
            <w:tcW w:w="1396" w:type="pct"/>
            <w:shd w:val="clear" w:color="auto" w:fill="auto"/>
          </w:tcPr>
          <w:p w14:paraId="4E5419B2" w14:textId="5113115E" w:rsidR="00F1480E" w:rsidRPr="005404CB" w:rsidRDefault="0061440A" w:rsidP="005404CB">
            <w:pPr>
              <w:pStyle w:val="SIUNITCODE"/>
            </w:pPr>
            <w:r w:rsidRPr="0061440A">
              <w:t>AMP</w:t>
            </w:r>
            <w:r w:rsidR="009100D7">
              <w:t>QUA3</w:t>
            </w:r>
            <w:r w:rsidR="002C2C52">
              <w:t>X1</w:t>
            </w:r>
          </w:p>
        </w:tc>
        <w:tc>
          <w:tcPr>
            <w:tcW w:w="3604" w:type="pct"/>
            <w:shd w:val="clear" w:color="auto" w:fill="auto"/>
          </w:tcPr>
          <w:p w14:paraId="0B6AAD6B" w14:textId="47F98AE3" w:rsidR="00F1480E" w:rsidRPr="005404CB" w:rsidRDefault="00FC1D84" w:rsidP="005404CB">
            <w:pPr>
              <w:pStyle w:val="SIUnittitle"/>
            </w:pPr>
            <w:r w:rsidRPr="003144A5">
              <w:rPr>
                <w:rStyle w:val="SITemporaryText-green"/>
              </w:rPr>
              <w:t>Comply with</w:t>
            </w:r>
            <w:r w:rsidRPr="0061440A">
              <w:t xml:space="preserve"> </w:t>
            </w:r>
            <w:r w:rsidR="0061440A" w:rsidRPr="0061440A">
              <w:t xml:space="preserve">hygiene and sanitation </w:t>
            </w:r>
            <w:r w:rsidRPr="003144A5">
              <w:rPr>
                <w:rStyle w:val="SITemporaryText-green"/>
              </w:rPr>
              <w:t>requirements</w:t>
            </w:r>
          </w:p>
        </w:tc>
      </w:tr>
      <w:tr w:rsidR="00F1480E" w:rsidRPr="00963A46" w14:paraId="3D75C78B" w14:textId="77777777" w:rsidTr="00CA2922">
        <w:tc>
          <w:tcPr>
            <w:tcW w:w="1396" w:type="pct"/>
            <w:shd w:val="clear" w:color="auto" w:fill="auto"/>
          </w:tcPr>
          <w:p w14:paraId="02C53654" w14:textId="77777777" w:rsidR="00F1480E" w:rsidRPr="005404CB" w:rsidRDefault="00FD557D" w:rsidP="005404CB">
            <w:pPr>
              <w:pStyle w:val="SIHeading2"/>
            </w:pPr>
            <w:r w:rsidRPr="00FD557D">
              <w:t>Application</w:t>
            </w:r>
          </w:p>
          <w:p w14:paraId="62C1EA03" w14:textId="77777777" w:rsidR="00FD557D" w:rsidRPr="00923720" w:rsidRDefault="00FD557D" w:rsidP="005404CB">
            <w:pPr>
              <w:pStyle w:val="SIHeading2"/>
            </w:pPr>
          </w:p>
        </w:tc>
        <w:tc>
          <w:tcPr>
            <w:tcW w:w="3604" w:type="pct"/>
            <w:shd w:val="clear" w:color="auto" w:fill="auto"/>
          </w:tcPr>
          <w:p w14:paraId="3EBB98EA" w14:textId="5B7551C0" w:rsidR="001E405B" w:rsidRDefault="001E405B" w:rsidP="001E405B">
            <w:pPr>
              <w:pStyle w:val="SIText"/>
            </w:pPr>
            <w:r w:rsidRPr="001E405B">
              <w:t xml:space="preserve">This unit describes the skills and knowledge required to </w:t>
            </w:r>
            <w:r w:rsidR="00FC1D84">
              <w:t>comply with</w:t>
            </w:r>
            <w:r w:rsidR="00362E15">
              <w:t xml:space="preserve"> </w:t>
            </w:r>
            <w:r w:rsidRPr="001E405B">
              <w:t xml:space="preserve">hygiene and sanitation </w:t>
            </w:r>
            <w:r w:rsidR="00FC1D84">
              <w:t>requirements</w:t>
            </w:r>
            <w:r w:rsidR="00FC1D84" w:rsidRPr="001E405B">
              <w:t xml:space="preserve"> </w:t>
            </w:r>
            <w:r w:rsidR="00362E15">
              <w:t xml:space="preserve">through observing and checking their own work area within </w:t>
            </w:r>
            <w:r w:rsidRPr="001E405B">
              <w:t xml:space="preserve">a </w:t>
            </w:r>
            <w:r w:rsidR="009100D7">
              <w:t xml:space="preserve">meat processing </w:t>
            </w:r>
            <w:r w:rsidR="00FC1D84">
              <w:t>premises</w:t>
            </w:r>
            <w:r w:rsidRPr="001E405B">
              <w:t>.</w:t>
            </w:r>
          </w:p>
          <w:p w14:paraId="1F453648" w14:textId="77777777" w:rsidR="001E405B" w:rsidRPr="001E405B" w:rsidRDefault="001E405B" w:rsidP="001E405B">
            <w:pPr>
              <w:pStyle w:val="SIText"/>
            </w:pPr>
          </w:p>
          <w:p w14:paraId="3DE6252C" w14:textId="2D8FD1E7" w:rsidR="001E405B" w:rsidRDefault="001E405B" w:rsidP="001E405B">
            <w:pPr>
              <w:pStyle w:val="SIText"/>
            </w:pPr>
            <w:r w:rsidRPr="001E405B">
              <w:t xml:space="preserve">This unit </w:t>
            </w:r>
            <w:r w:rsidR="009100D7">
              <w:t xml:space="preserve">applies to skilled operators and those who </w:t>
            </w:r>
            <w:r w:rsidR="00FC1D84">
              <w:t xml:space="preserve">carry out and </w:t>
            </w:r>
            <w:r w:rsidR="009100D7">
              <w:t xml:space="preserve">support the day-to-day implementation of hygiene and sanitation </w:t>
            </w:r>
            <w:r w:rsidRPr="001E405B">
              <w:t xml:space="preserve">in meat processing establishments </w:t>
            </w:r>
            <w:r w:rsidR="009100D7">
              <w:t>or</w:t>
            </w:r>
            <w:r w:rsidRPr="001E405B">
              <w:t xml:space="preserve"> wholesaling, smallgoods and</w:t>
            </w:r>
            <w:r w:rsidR="009100D7">
              <w:t>/or</w:t>
            </w:r>
            <w:r w:rsidRPr="001E405B">
              <w:t xml:space="preserve"> retailing operations.</w:t>
            </w:r>
          </w:p>
          <w:p w14:paraId="5EECAD79" w14:textId="77777777" w:rsidR="001E405B" w:rsidRPr="001E405B" w:rsidRDefault="001E405B" w:rsidP="001E405B">
            <w:pPr>
              <w:pStyle w:val="SIText"/>
            </w:pPr>
          </w:p>
          <w:p w14:paraId="37E6F6BE" w14:textId="77777777" w:rsidR="009100D7" w:rsidRPr="009100D7" w:rsidRDefault="009100D7" w:rsidP="009100D7">
            <w:pPr>
              <w:pStyle w:val="SIText"/>
            </w:pPr>
            <w:r w:rsidRPr="001D3538">
              <w:t>All work must be carried out to comply with workplace procedures, in accordance with state/territory health and safety, food and meat safety regulations, legislation and standards that apply to the workplace.</w:t>
            </w:r>
          </w:p>
          <w:p w14:paraId="3294A314" w14:textId="77777777" w:rsidR="009100D7" w:rsidRDefault="009100D7" w:rsidP="009100D7">
            <w:pPr>
              <w:pStyle w:val="SIText"/>
            </w:pPr>
          </w:p>
          <w:p w14:paraId="077C0FC6" w14:textId="0B40F7C2" w:rsidR="00373436" w:rsidRPr="000754EC" w:rsidRDefault="009100D7" w:rsidP="009100D7">
            <w:pPr>
              <w:pStyle w:val="SIText"/>
            </w:pPr>
            <w:r w:rsidRPr="001D3538">
              <w:t>No licensing, legislative or certification requirements apply to this unit at the time of publication.</w:t>
            </w:r>
          </w:p>
        </w:tc>
      </w:tr>
      <w:tr w:rsidR="00F1480E" w:rsidRPr="00963A46" w14:paraId="035A2A3C" w14:textId="77777777" w:rsidTr="00CA2922">
        <w:tc>
          <w:tcPr>
            <w:tcW w:w="1396" w:type="pct"/>
            <w:shd w:val="clear" w:color="auto" w:fill="auto"/>
          </w:tcPr>
          <w:p w14:paraId="6A74E434" w14:textId="77777777" w:rsidR="00F1480E" w:rsidRPr="005404CB" w:rsidRDefault="00FD557D" w:rsidP="005404CB">
            <w:pPr>
              <w:pStyle w:val="SIHeading2"/>
            </w:pPr>
            <w:r w:rsidRPr="00923720">
              <w:t>Prerequisite Unit</w:t>
            </w:r>
          </w:p>
        </w:tc>
        <w:tc>
          <w:tcPr>
            <w:tcW w:w="3604" w:type="pct"/>
            <w:shd w:val="clear" w:color="auto" w:fill="auto"/>
          </w:tcPr>
          <w:p w14:paraId="21638E63" w14:textId="67DC9A11" w:rsidR="00F1480E" w:rsidRPr="005404CB" w:rsidRDefault="00F1480E" w:rsidP="005404CB">
            <w:pPr>
              <w:pStyle w:val="SIText"/>
            </w:pPr>
            <w:r w:rsidRPr="008908DE">
              <w:t>Ni</w:t>
            </w:r>
            <w:r w:rsidR="007A300D" w:rsidRPr="005404CB">
              <w:t>l</w:t>
            </w:r>
          </w:p>
        </w:tc>
      </w:tr>
      <w:tr w:rsidR="00F1480E" w:rsidRPr="00963A46" w14:paraId="60903E01" w14:textId="77777777" w:rsidTr="00CA2922">
        <w:tc>
          <w:tcPr>
            <w:tcW w:w="1396" w:type="pct"/>
            <w:shd w:val="clear" w:color="auto" w:fill="auto"/>
          </w:tcPr>
          <w:p w14:paraId="3512F11A" w14:textId="77777777" w:rsidR="00F1480E" w:rsidRPr="005404CB" w:rsidRDefault="00FD557D" w:rsidP="005404CB">
            <w:pPr>
              <w:pStyle w:val="SIHeading2"/>
            </w:pPr>
            <w:r w:rsidRPr="00923720">
              <w:t>Unit Sector</w:t>
            </w:r>
          </w:p>
        </w:tc>
        <w:tc>
          <w:tcPr>
            <w:tcW w:w="3604" w:type="pct"/>
            <w:shd w:val="clear" w:color="auto" w:fill="auto"/>
          </w:tcPr>
          <w:p w14:paraId="32B839DA" w14:textId="5D5AF36D" w:rsidR="00F1480E" w:rsidRPr="005404CB" w:rsidRDefault="002C2C52" w:rsidP="005404CB">
            <w:pPr>
              <w:pStyle w:val="SIText"/>
            </w:pPr>
            <w:r>
              <w:t>Quality Assurance (QUA)</w:t>
            </w:r>
          </w:p>
        </w:tc>
      </w:tr>
    </w:tbl>
    <w:p w14:paraId="18A796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59E5AD" w14:textId="77777777" w:rsidTr="00CA2922">
        <w:trPr>
          <w:cantSplit/>
          <w:tblHeader/>
        </w:trPr>
        <w:tc>
          <w:tcPr>
            <w:tcW w:w="1396" w:type="pct"/>
            <w:tcBorders>
              <w:bottom w:val="single" w:sz="4" w:space="0" w:color="C0C0C0"/>
            </w:tcBorders>
            <w:shd w:val="clear" w:color="auto" w:fill="auto"/>
          </w:tcPr>
          <w:p w14:paraId="7035AF25"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68D0086" w14:textId="77777777" w:rsidR="00F1480E" w:rsidRPr="005404CB" w:rsidRDefault="00FD557D" w:rsidP="005404CB">
            <w:pPr>
              <w:pStyle w:val="SIHeading2"/>
            </w:pPr>
            <w:r w:rsidRPr="00923720">
              <w:t>Performance Criteria</w:t>
            </w:r>
          </w:p>
        </w:tc>
      </w:tr>
      <w:tr w:rsidR="00F1480E" w:rsidRPr="00963A46" w14:paraId="4AB8D445" w14:textId="77777777" w:rsidTr="00CA2922">
        <w:trPr>
          <w:cantSplit/>
          <w:tblHeader/>
        </w:trPr>
        <w:tc>
          <w:tcPr>
            <w:tcW w:w="1396" w:type="pct"/>
            <w:tcBorders>
              <w:top w:val="single" w:sz="4" w:space="0" w:color="C0C0C0"/>
            </w:tcBorders>
            <w:shd w:val="clear" w:color="auto" w:fill="auto"/>
          </w:tcPr>
          <w:p w14:paraId="65CD053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54F3535"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100D7" w:rsidRPr="00963A46" w14:paraId="093B57AB" w14:textId="77777777" w:rsidTr="00CA2922">
        <w:trPr>
          <w:cantSplit/>
        </w:trPr>
        <w:tc>
          <w:tcPr>
            <w:tcW w:w="1396" w:type="pct"/>
            <w:shd w:val="clear" w:color="auto" w:fill="auto"/>
          </w:tcPr>
          <w:p w14:paraId="3EC15323" w14:textId="471D456B" w:rsidR="009100D7" w:rsidRPr="009100D7" w:rsidRDefault="009100D7" w:rsidP="009100D7">
            <w:r>
              <w:t>1</w:t>
            </w:r>
            <w:r w:rsidRPr="009100D7">
              <w:t xml:space="preserve">. Identify </w:t>
            </w:r>
            <w:r>
              <w:t>requirements for hygiene and sanitation in the workplace</w:t>
            </w:r>
          </w:p>
          <w:p w14:paraId="2FB446BD" w14:textId="47DE85D7" w:rsidR="009100D7" w:rsidRPr="00D806B3" w:rsidRDefault="009100D7" w:rsidP="009100D7">
            <w:pPr>
              <w:pStyle w:val="SIText"/>
            </w:pPr>
          </w:p>
        </w:tc>
        <w:tc>
          <w:tcPr>
            <w:tcW w:w="3604" w:type="pct"/>
            <w:shd w:val="clear" w:color="auto" w:fill="auto"/>
          </w:tcPr>
          <w:p w14:paraId="2EC1E70C" w14:textId="29D09535" w:rsidR="009100D7" w:rsidRDefault="009100D7" w:rsidP="009100D7">
            <w:r>
              <w:t>1.</w:t>
            </w:r>
            <w:r w:rsidR="00AC19E5">
              <w:t>1</w:t>
            </w:r>
            <w:r>
              <w:t xml:space="preserve"> Identify regulatory requirements for hygiene and sanitation relevant to work area</w:t>
            </w:r>
            <w:r w:rsidRPr="009100D7">
              <w:t xml:space="preserve"> </w:t>
            </w:r>
          </w:p>
          <w:p w14:paraId="0A3C9FF5" w14:textId="041916D2" w:rsidR="009100D7" w:rsidRPr="009100D7" w:rsidRDefault="009100D7" w:rsidP="009100D7">
            <w:r>
              <w:t>1.</w:t>
            </w:r>
            <w:r w:rsidR="00AC19E5">
              <w:t>2</w:t>
            </w:r>
            <w:r>
              <w:t xml:space="preserve"> Identify the workplace hygiene and sanitation requirements</w:t>
            </w:r>
            <w:r w:rsidRPr="009100D7">
              <w:t xml:space="preserve"> in place in own work area</w:t>
            </w:r>
          </w:p>
          <w:p w14:paraId="0ACD8386" w14:textId="2D68CE52" w:rsidR="009100D7" w:rsidRPr="009100D7" w:rsidRDefault="009100D7" w:rsidP="009100D7">
            <w:r>
              <w:t>1.</w:t>
            </w:r>
            <w:r w:rsidR="00AC19E5">
              <w:t>3</w:t>
            </w:r>
            <w:r w:rsidRPr="009100D7">
              <w:t xml:space="preserve"> Identify the purpose </w:t>
            </w:r>
            <w:r>
              <w:t>of the hygiene and sanitation requirements</w:t>
            </w:r>
          </w:p>
        </w:tc>
      </w:tr>
      <w:tr w:rsidR="009100D7" w:rsidRPr="00963A46" w14:paraId="6FAB2C2B" w14:textId="77777777" w:rsidTr="00CA2922">
        <w:trPr>
          <w:cantSplit/>
        </w:trPr>
        <w:tc>
          <w:tcPr>
            <w:tcW w:w="1396" w:type="pct"/>
            <w:shd w:val="clear" w:color="auto" w:fill="auto"/>
          </w:tcPr>
          <w:p w14:paraId="65834664" w14:textId="6A19A3C0" w:rsidR="009100D7" w:rsidRDefault="00AC19E5" w:rsidP="009100D7">
            <w:r>
              <w:t>2</w:t>
            </w:r>
            <w:r w:rsidR="009100D7" w:rsidRPr="00F7146A">
              <w:t xml:space="preserve">. </w:t>
            </w:r>
            <w:r w:rsidR="009100D7">
              <w:t>Clean and monitor own work area</w:t>
            </w:r>
          </w:p>
        </w:tc>
        <w:tc>
          <w:tcPr>
            <w:tcW w:w="3604" w:type="pct"/>
            <w:shd w:val="clear" w:color="auto" w:fill="auto"/>
          </w:tcPr>
          <w:p w14:paraId="6E560C62" w14:textId="63C4F61B" w:rsidR="009100D7" w:rsidRPr="009100D7" w:rsidRDefault="00AC19E5" w:rsidP="009100D7">
            <w:r>
              <w:t>2</w:t>
            </w:r>
            <w:r w:rsidR="009100D7" w:rsidRPr="00F7146A">
              <w:t xml:space="preserve">.1 Hygienically clean worksite during operations to workplace health and safety, </w:t>
            </w:r>
            <w:r w:rsidR="009100D7">
              <w:t>food safety</w:t>
            </w:r>
            <w:r w:rsidR="009100D7" w:rsidRPr="00F7146A">
              <w:t xml:space="preserve"> and regulatory requirements</w:t>
            </w:r>
          </w:p>
          <w:p w14:paraId="7625FEEA" w14:textId="3B702A24" w:rsidR="009100D7" w:rsidRPr="009100D7" w:rsidRDefault="00AC19E5" w:rsidP="009100D7">
            <w:r>
              <w:t>2</w:t>
            </w:r>
            <w:r w:rsidR="009100D7" w:rsidRPr="00F7146A">
              <w:t>.2 Hygienically clean equipment and surfaces to regulatory and workplace requirements</w:t>
            </w:r>
          </w:p>
          <w:p w14:paraId="4C320F03" w14:textId="77777777" w:rsidR="001C598C" w:rsidRDefault="00AC19E5" w:rsidP="009100D7">
            <w:r>
              <w:t>2</w:t>
            </w:r>
            <w:r w:rsidR="009100D7" w:rsidRPr="00F7146A">
              <w:t>.3 Monitor cleanliness of work area according to workplace requirements</w:t>
            </w:r>
          </w:p>
          <w:p w14:paraId="78304A9C" w14:textId="124C7D7F" w:rsidR="001C598C" w:rsidRDefault="001C598C" w:rsidP="009100D7">
            <w:r>
              <w:t>2.4 Complete routine monitoring records</w:t>
            </w:r>
          </w:p>
        </w:tc>
      </w:tr>
      <w:tr w:rsidR="009100D7" w:rsidRPr="00963A46" w14:paraId="7FFE9C35" w14:textId="77777777" w:rsidTr="00CA2922">
        <w:trPr>
          <w:cantSplit/>
        </w:trPr>
        <w:tc>
          <w:tcPr>
            <w:tcW w:w="1396" w:type="pct"/>
            <w:shd w:val="clear" w:color="auto" w:fill="auto"/>
          </w:tcPr>
          <w:p w14:paraId="4CDD37C6" w14:textId="01D253D2" w:rsidR="009100D7" w:rsidRDefault="00AC19E5" w:rsidP="009100D7">
            <w:r>
              <w:t>3</w:t>
            </w:r>
            <w:r w:rsidR="009100D7" w:rsidRPr="00F7146A">
              <w:t>. Identify sources of contamination and spoilage</w:t>
            </w:r>
          </w:p>
        </w:tc>
        <w:tc>
          <w:tcPr>
            <w:tcW w:w="3604" w:type="pct"/>
            <w:shd w:val="clear" w:color="auto" w:fill="auto"/>
          </w:tcPr>
          <w:p w14:paraId="77F1CD82" w14:textId="0174516E" w:rsidR="009100D7" w:rsidRPr="009100D7" w:rsidRDefault="00AC19E5" w:rsidP="009100D7">
            <w:r>
              <w:t>3</w:t>
            </w:r>
            <w:r w:rsidR="009100D7" w:rsidRPr="00F7146A">
              <w:t>.1 Identify contamination risks and take steps to reduce the risk</w:t>
            </w:r>
          </w:p>
          <w:p w14:paraId="5DB1906D" w14:textId="5F9FB37F" w:rsidR="009100D7" w:rsidRDefault="00AC19E5" w:rsidP="009100D7">
            <w:r>
              <w:t>3</w:t>
            </w:r>
            <w:r w:rsidR="009100D7" w:rsidRPr="00F7146A">
              <w:t>.2 Take corrective action, in accordance with workplace and regulatory requirements, when contamination is identified</w:t>
            </w:r>
          </w:p>
        </w:tc>
      </w:tr>
      <w:tr w:rsidR="009100D7" w:rsidRPr="00963A46" w14:paraId="511010DE" w14:textId="77777777" w:rsidTr="00CA2922">
        <w:trPr>
          <w:cantSplit/>
        </w:trPr>
        <w:tc>
          <w:tcPr>
            <w:tcW w:w="1396" w:type="pct"/>
            <w:shd w:val="clear" w:color="auto" w:fill="auto"/>
          </w:tcPr>
          <w:p w14:paraId="679A5043" w14:textId="2BD0F191" w:rsidR="009100D7" w:rsidRDefault="00AC19E5" w:rsidP="009100D7">
            <w:r>
              <w:t>4</w:t>
            </w:r>
            <w:r w:rsidR="009100D7" w:rsidRPr="00F7146A">
              <w:t xml:space="preserve">. Follow </w:t>
            </w:r>
            <w:r w:rsidR="009100D7">
              <w:t>personal</w:t>
            </w:r>
            <w:r w:rsidR="009100D7" w:rsidRPr="00F7146A">
              <w:t xml:space="preserve"> hygiene and sanitation requirements</w:t>
            </w:r>
          </w:p>
        </w:tc>
        <w:tc>
          <w:tcPr>
            <w:tcW w:w="3604" w:type="pct"/>
            <w:shd w:val="clear" w:color="auto" w:fill="auto"/>
          </w:tcPr>
          <w:p w14:paraId="62CD42B9" w14:textId="3A2D6B31" w:rsidR="009100D7" w:rsidRPr="009100D7" w:rsidRDefault="00AC19E5" w:rsidP="009100D7">
            <w:r>
              <w:t>4</w:t>
            </w:r>
            <w:r w:rsidR="009100D7" w:rsidRPr="00F7146A">
              <w:t>.1 Follow personal hygiene practices to workplace requirements</w:t>
            </w:r>
          </w:p>
          <w:p w14:paraId="778595E2" w14:textId="7904F0CB" w:rsidR="009100D7" w:rsidRPr="009100D7" w:rsidRDefault="00AC19E5" w:rsidP="009100D7">
            <w:r>
              <w:t>4</w:t>
            </w:r>
            <w:r w:rsidR="009100D7" w:rsidRPr="00F7146A">
              <w:t>.2 Handle product in accordance with workplace, and hygiene and sanitation requirements</w:t>
            </w:r>
          </w:p>
          <w:p w14:paraId="5AD407C5" w14:textId="252BD390" w:rsidR="009100D7" w:rsidRPr="009100D7" w:rsidRDefault="00AC19E5" w:rsidP="009100D7">
            <w:r>
              <w:t>4</w:t>
            </w:r>
            <w:r w:rsidR="009100D7" w:rsidRPr="00F7146A">
              <w:t>.3 Conduct work hygienically in accordance with workplace requirements</w:t>
            </w:r>
          </w:p>
          <w:p w14:paraId="26060C3C" w14:textId="05D6DBDC" w:rsidR="009100D7" w:rsidRDefault="00AC19E5" w:rsidP="009100D7">
            <w:r>
              <w:t>4</w:t>
            </w:r>
            <w:r w:rsidR="009100D7" w:rsidRPr="00F7146A">
              <w:t>.4 Process products in accordance with regulatory requirements</w:t>
            </w:r>
          </w:p>
        </w:tc>
      </w:tr>
    </w:tbl>
    <w:p w14:paraId="5585088F" w14:textId="77777777" w:rsidR="005F771F" w:rsidRDefault="005F771F" w:rsidP="005F771F">
      <w:pPr>
        <w:pStyle w:val="SIText"/>
      </w:pPr>
    </w:p>
    <w:p w14:paraId="62EB79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94B2BC7" w14:textId="77777777" w:rsidTr="00CA2922">
        <w:trPr>
          <w:tblHeader/>
        </w:trPr>
        <w:tc>
          <w:tcPr>
            <w:tcW w:w="5000" w:type="pct"/>
            <w:gridSpan w:val="2"/>
          </w:tcPr>
          <w:p w14:paraId="7EAFE8E1" w14:textId="77777777" w:rsidR="00F1480E" w:rsidRPr="005404CB" w:rsidRDefault="00FD557D" w:rsidP="005404CB">
            <w:pPr>
              <w:pStyle w:val="SIHeading2"/>
            </w:pPr>
            <w:r w:rsidRPr="00041E59">
              <w:t>F</w:t>
            </w:r>
            <w:r w:rsidRPr="005404CB">
              <w:t>oundation Skills</w:t>
            </w:r>
          </w:p>
          <w:p w14:paraId="3D8603C3"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BF7C1AD" w14:textId="77777777" w:rsidTr="00CA2922">
        <w:trPr>
          <w:tblHeader/>
        </w:trPr>
        <w:tc>
          <w:tcPr>
            <w:tcW w:w="1396" w:type="pct"/>
          </w:tcPr>
          <w:p w14:paraId="33DB464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7E23516D"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C19E5" w:rsidRPr="00336FCA" w:rsidDel="00423CB2" w14:paraId="32ACBEE6" w14:textId="77777777" w:rsidTr="00CA2922">
        <w:trPr>
          <w:tblHeader/>
        </w:trPr>
        <w:tc>
          <w:tcPr>
            <w:tcW w:w="1396" w:type="pct"/>
          </w:tcPr>
          <w:p w14:paraId="67DB4FF3" w14:textId="6B09A0E1" w:rsidR="00AC19E5" w:rsidRPr="00AC19E5" w:rsidRDefault="00AC19E5" w:rsidP="00AC19E5">
            <w:pPr>
              <w:pStyle w:val="SIText"/>
              <w:rPr>
                <w:rFonts w:eastAsiaTheme="majorEastAsia"/>
              </w:rPr>
            </w:pPr>
            <w:r w:rsidRPr="005D58AE">
              <w:t>Reading</w:t>
            </w:r>
          </w:p>
        </w:tc>
        <w:tc>
          <w:tcPr>
            <w:tcW w:w="3604" w:type="pct"/>
          </w:tcPr>
          <w:p w14:paraId="6396FE75" w14:textId="3B7602B6" w:rsidR="00AC19E5" w:rsidRPr="00AC19E5" w:rsidRDefault="00AC19E5" w:rsidP="00AC19E5">
            <w:pPr>
              <w:pStyle w:val="SIBulletList1"/>
            </w:pPr>
            <w:r w:rsidRPr="005D58AE">
              <w:t>Interpret</w:t>
            </w:r>
            <w:r w:rsidRPr="00AC19E5">
              <w:t xml:space="preserve"> requirements </w:t>
            </w:r>
            <w:r>
              <w:t>for</w:t>
            </w:r>
            <w:r w:rsidRPr="00AC19E5">
              <w:t xml:space="preserve"> </w:t>
            </w:r>
            <w:r>
              <w:t>hygiene and sanitation from a range of sources</w:t>
            </w:r>
          </w:p>
        </w:tc>
      </w:tr>
      <w:tr w:rsidR="00AC19E5" w:rsidRPr="00336FCA" w:rsidDel="00423CB2" w14:paraId="48AE0B51" w14:textId="77777777" w:rsidTr="00CA2922">
        <w:trPr>
          <w:tblHeader/>
        </w:trPr>
        <w:tc>
          <w:tcPr>
            <w:tcW w:w="1396" w:type="pct"/>
          </w:tcPr>
          <w:p w14:paraId="171DBF0F" w14:textId="16009258" w:rsidR="00AC19E5" w:rsidRPr="00AC19E5" w:rsidRDefault="00AC19E5" w:rsidP="00AC19E5">
            <w:pPr>
              <w:pStyle w:val="SIText"/>
              <w:rPr>
                <w:rFonts w:eastAsiaTheme="majorEastAsia"/>
              </w:rPr>
            </w:pPr>
            <w:r>
              <w:t>Oral communication</w:t>
            </w:r>
          </w:p>
        </w:tc>
        <w:tc>
          <w:tcPr>
            <w:tcW w:w="3604" w:type="pct"/>
          </w:tcPr>
          <w:p w14:paraId="6B376F19" w14:textId="5FC6D938" w:rsidR="00AC19E5" w:rsidRPr="00AC19E5" w:rsidRDefault="00AC19E5" w:rsidP="00AC19E5">
            <w:pPr>
              <w:pStyle w:val="SIBulletList1"/>
              <w:rPr>
                <w:rFonts w:eastAsiaTheme="majorEastAsia"/>
              </w:rPr>
            </w:pPr>
            <w:r>
              <w:t>Interact effectively with team members about hygiene and sanitation</w:t>
            </w:r>
          </w:p>
        </w:tc>
      </w:tr>
    </w:tbl>
    <w:p w14:paraId="7B09BA9F" w14:textId="77777777" w:rsidR="00916CD7" w:rsidRDefault="00916CD7" w:rsidP="005F771F">
      <w:pPr>
        <w:pStyle w:val="SIText"/>
      </w:pPr>
    </w:p>
    <w:p w14:paraId="190578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10D69F6" w14:textId="77777777" w:rsidTr="00F33FF2">
        <w:tc>
          <w:tcPr>
            <w:tcW w:w="5000" w:type="pct"/>
            <w:gridSpan w:val="4"/>
          </w:tcPr>
          <w:p w14:paraId="01D9869A" w14:textId="77777777" w:rsidR="00F1480E" w:rsidRPr="005404CB" w:rsidRDefault="00FD557D" w:rsidP="005404CB">
            <w:pPr>
              <w:pStyle w:val="SIHeading2"/>
            </w:pPr>
            <w:r w:rsidRPr="00923720">
              <w:t>U</w:t>
            </w:r>
            <w:r w:rsidRPr="005404CB">
              <w:t>nit Mapping Information</w:t>
            </w:r>
          </w:p>
        </w:tc>
      </w:tr>
      <w:tr w:rsidR="00F1480E" w14:paraId="73E0EB4B" w14:textId="77777777" w:rsidTr="00F33FF2">
        <w:tc>
          <w:tcPr>
            <w:tcW w:w="1028" w:type="pct"/>
          </w:tcPr>
          <w:p w14:paraId="4AA6B5B2" w14:textId="77777777" w:rsidR="00F1480E" w:rsidRPr="005404CB" w:rsidRDefault="00F1480E" w:rsidP="005404CB">
            <w:pPr>
              <w:pStyle w:val="SIText-Bold"/>
            </w:pPr>
            <w:r w:rsidRPr="00923720">
              <w:t>Code and title current version</w:t>
            </w:r>
          </w:p>
        </w:tc>
        <w:tc>
          <w:tcPr>
            <w:tcW w:w="1105" w:type="pct"/>
          </w:tcPr>
          <w:p w14:paraId="78954866"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2076FFD" w14:textId="77777777" w:rsidR="00F1480E" w:rsidRPr="005404CB" w:rsidRDefault="00F1480E" w:rsidP="005404CB">
            <w:pPr>
              <w:pStyle w:val="SIText-Bold"/>
            </w:pPr>
            <w:r w:rsidRPr="00923720">
              <w:t>Comments</w:t>
            </w:r>
          </w:p>
        </w:tc>
        <w:tc>
          <w:tcPr>
            <w:tcW w:w="1616" w:type="pct"/>
          </w:tcPr>
          <w:p w14:paraId="425FE4FF" w14:textId="77777777" w:rsidR="00F1480E" w:rsidRPr="005404CB" w:rsidRDefault="00F1480E" w:rsidP="005404CB">
            <w:pPr>
              <w:pStyle w:val="SIText-Bold"/>
            </w:pPr>
            <w:r w:rsidRPr="00923720">
              <w:t>Equivalence status</w:t>
            </w:r>
          </w:p>
        </w:tc>
      </w:tr>
      <w:tr w:rsidR="00041E59" w14:paraId="7B3AD32B" w14:textId="77777777" w:rsidTr="00F33FF2">
        <w:tc>
          <w:tcPr>
            <w:tcW w:w="1028" w:type="pct"/>
          </w:tcPr>
          <w:p w14:paraId="16AF823A" w14:textId="3C622B68" w:rsidR="00041E59" w:rsidRPr="005404CB" w:rsidRDefault="0061440A" w:rsidP="005404CB">
            <w:pPr>
              <w:pStyle w:val="SIText"/>
            </w:pPr>
            <w:r w:rsidRPr="0061440A">
              <w:t>AMP</w:t>
            </w:r>
            <w:r w:rsidR="00AC19E5">
              <w:t>QUA3</w:t>
            </w:r>
            <w:r w:rsidR="002C2C52">
              <w:t>X1</w:t>
            </w:r>
            <w:r w:rsidRPr="0061440A">
              <w:t xml:space="preserve"> </w:t>
            </w:r>
            <w:r w:rsidR="00FC1D84">
              <w:t>Comply with</w:t>
            </w:r>
            <w:r w:rsidR="00FC1D84" w:rsidRPr="00FC1D84">
              <w:t xml:space="preserve"> hygiene and sanitation requirements</w:t>
            </w:r>
          </w:p>
        </w:tc>
        <w:tc>
          <w:tcPr>
            <w:tcW w:w="1105" w:type="pct"/>
          </w:tcPr>
          <w:p w14:paraId="6623A6C9" w14:textId="1EDA2045" w:rsidR="00041E59" w:rsidRPr="005404CB" w:rsidRDefault="002C2C52" w:rsidP="005404CB">
            <w:pPr>
              <w:pStyle w:val="SIText"/>
            </w:pPr>
            <w:r>
              <w:t>Not applicable</w:t>
            </w:r>
          </w:p>
        </w:tc>
        <w:tc>
          <w:tcPr>
            <w:tcW w:w="1251" w:type="pct"/>
          </w:tcPr>
          <w:p w14:paraId="38EF1B27" w14:textId="79280D64" w:rsidR="00041E59" w:rsidRPr="005404CB" w:rsidRDefault="002C2C52" w:rsidP="005404CB">
            <w:pPr>
              <w:pStyle w:val="SIText"/>
            </w:pPr>
            <w:r>
              <w:t xml:space="preserve">The unit has been created to address a skill or task required by industry that is not covered by an existing </w:t>
            </w:r>
            <w:r w:rsidRPr="002C2C52">
              <w:t xml:space="preserve">unit </w:t>
            </w:r>
          </w:p>
        </w:tc>
        <w:tc>
          <w:tcPr>
            <w:tcW w:w="1616" w:type="pct"/>
          </w:tcPr>
          <w:p w14:paraId="44BBFF38" w14:textId="1327DA8E" w:rsidR="00916CD7" w:rsidRPr="005404CB" w:rsidRDefault="002C2C52" w:rsidP="005404CB">
            <w:pPr>
              <w:pStyle w:val="SIText"/>
            </w:pPr>
            <w:r>
              <w:t>Newly created</w:t>
            </w:r>
            <w:r w:rsidRPr="002C2C52">
              <w:t xml:space="preserve"> </w:t>
            </w:r>
          </w:p>
        </w:tc>
      </w:tr>
    </w:tbl>
    <w:p w14:paraId="1AC41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DCE21F5" w14:textId="77777777" w:rsidTr="00CA2922">
        <w:tc>
          <w:tcPr>
            <w:tcW w:w="1396" w:type="pct"/>
            <w:shd w:val="clear" w:color="auto" w:fill="auto"/>
          </w:tcPr>
          <w:p w14:paraId="6EF0B44B" w14:textId="77777777" w:rsidR="00F1480E" w:rsidRPr="005404CB" w:rsidRDefault="00FD557D" w:rsidP="005404CB">
            <w:pPr>
              <w:pStyle w:val="SIHeading2"/>
            </w:pPr>
            <w:r w:rsidRPr="00CC451E">
              <w:t>L</w:t>
            </w:r>
            <w:r w:rsidRPr="005404CB">
              <w:t>inks</w:t>
            </w:r>
          </w:p>
        </w:tc>
        <w:tc>
          <w:tcPr>
            <w:tcW w:w="3604" w:type="pct"/>
            <w:shd w:val="clear" w:color="auto" w:fill="auto"/>
          </w:tcPr>
          <w:p w14:paraId="2341A379"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2829271C" w14:textId="0AA200D0" w:rsidR="00F1480E" w:rsidRPr="005404CB" w:rsidRDefault="003144A5" w:rsidP="005404CB">
            <w:pPr>
              <w:pStyle w:val="SIText"/>
            </w:pPr>
            <w:hyperlink r:id="rId11" w:history="1">
              <w:r w:rsidR="0061440A" w:rsidRPr="0061440A">
                <w:t>https://vetnet.gov.au/Pages/TrainingDocs.aspx?q=5e2e56b7-698f-4822-84bb-25adbb8443a7</w:t>
              </w:r>
            </w:hyperlink>
          </w:p>
        </w:tc>
      </w:tr>
    </w:tbl>
    <w:p w14:paraId="77F98419" w14:textId="77777777" w:rsidR="00F1480E" w:rsidRDefault="00F1480E" w:rsidP="005F771F">
      <w:pPr>
        <w:pStyle w:val="SIText"/>
      </w:pPr>
    </w:p>
    <w:p w14:paraId="3A4DB9F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475A613" w14:textId="77777777" w:rsidTr="00113678">
        <w:trPr>
          <w:tblHeader/>
        </w:trPr>
        <w:tc>
          <w:tcPr>
            <w:tcW w:w="1478" w:type="pct"/>
            <w:shd w:val="clear" w:color="auto" w:fill="auto"/>
          </w:tcPr>
          <w:p w14:paraId="52E39DAE"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1250677" w14:textId="1D27FA8B" w:rsidR="00556C4C" w:rsidRPr="005404CB" w:rsidRDefault="00556C4C" w:rsidP="005404CB">
            <w:pPr>
              <w:pStyle w:val="SIUnittitle"/>
            </w:pPr>
            <w:r w:rsidRPr="00F56827">
              <w:t xml:space="preserve">Assessment requirements for </w:t>
            </w:r>
            <w:r w:rsidR="00AC19E5" w:rsidRPr="0061440A">
              <w:t>AMP</w:t>
            </w:r>
            <w:r w:rsidR="00AC19E5" w:rsidRPr="00AC19E5">
              <w:t>QUA3</w:t>
            </w:r>
            <w:r w:rsidR="002C2C52">
              <w:t>X1</w:t>
            </w:r>
            <w:r w:rsidR="00AC19E5" w:rsidRPr="00AC19E5">
              <w:t xml:space="preserve"> </w:t>
            </w:r>
            <w:r w:rsidR="00FC1D84">
              <w:t>Comply with</w:t>
            </w:r>
            <w:r w:rsidR="00FC1D84" w:rsidRPr="00FC1D84">
              <w:t xml:space="preserve"> hygiene and sanitation requirements</w:t>
            </w:r>
          </w:p>
        </w:tc>
      </w:tr>
      <w:tr w:rsidR="00556C4C" w:rsidRPr="00A55106" w14:paraId="771FD9C1" w14:textId="77777777" w:rsidTr="00113678">
        <w:trPr>
          <w:tblHeader/>
        </w:trPr>
        <w:tc>
          <w:tcPr>
            <w:tcW w:w="5000" w:type="pct"/>
            <w:gridSpan w:val="2"/>
            <w:shd w:val="clear" w:color="auto" w:fill="auto"/>
          </w:tcPr>
          <w:p w14:paraId="3070EC23" w14:textId="77777777" w:rsidR="00556C4C" w:rsidRPr="005404CB" w:rsidRDefault="00D71E43" w:rsidP="005404CB">
            <w:pPr>
              <w:pStyle w:val="SIHeading2"/>
            </w:pPr>
            <w:r>
              <w:t>Performance E</w:t>
            </w:r>
            <w:r w:rsidRPr="005404CB">
              <w:t>vidence</w:t>
            </w:r>
          </w:p>
        </w:tc>
      </w:tr>
      <w:tr w:rsidR="00556C4C" w:rsidRPr="00067E1C" w14:paraId="571BA992" w14:textId="77777777" w:rsidTr="00113678">
        <w:tc>
          <w:tcPr>
            <w:tcW w:w="5000" w:type="pct"/>
            <w:gridSpan w:val="2"/>
            <w:shd w:val="clear" w:color="auto" w:fill="auto"/>
          </w:tcPr>
          <w:p w14:paraId="1AB314A7" w14:textId="3DC545F7" w:rsidR="00AC19E5" w:rsidRDefault="00AC19E5" w:rsidP="00AC19E5">
            <w:pPr>
              <w:pStyle w:val="SIText"/>
            </w:pPr>
            <w:r w:rsidRPr="0020760C">
              <w:t>An individual demonstrating competency in this unit must satisfy all of the elements and performance criteria of this unit.</w:t>
            </w:r>
          </w:p>
          <w:p w14:paraId="5419DF22" w14:textId="77777777" w:rsidR="002C2C52" w:rsidRPr="00AC19E5" w:rsidRDefault="002C2C52" w:rsidP="00AC19E5">
            <w:pPr>
              <w:pStyle w:val="SIText"/>
            </w:pPr>
          </w:p>
          <w:p w14:paraId="3E7BFA97" w14:textId="77777777" w:rsidR="003144A5" w:rsidRDefault="00AC19E5" w:rsidP="003144A5">
            <w:pPr>
              <w:pStyle w:val="SIBulletList1"/>
              <w:numPr>
                <w:ilvl w:val="0"/>
                <w:numId w:val="0"/>
              </w:numPr>
              <w:ind w:left="357" w:hanging="357"/>
            </w:pPr>
            <w:r w:rsidRPr="0020760C">
              <w:t xml:space="preserve">There must be evidence that the individual has </w:t>
            </w:r>
            <w:r w:rsidR="00BD5325">
              <w:t>complied with the</w:t>
            </w:r>
            <w:r w:rsidRPr="0020760C">
              <w:t xml:space="preserve"> </w:t>
            </w:r>
            <w:r>
              <w:t xml:space="preserve">hygiene and sanitation </w:t>
            </w:r>
            <w:r w:rsidR="00BD5325">
              <w:t>requirements</w:t>
            </w:r>
          </w:p>
          <w:p w14:paraId="49081BB4" w14:textId="7F0E1E10" w:rsidR="00556C4C" w:rsidRPr="005404CB" w:rsidRDefault="00AC19E5" w:rsidP="003144A5">
            <w:pPr>
              <w:pStyle w:val="SIBulletList1"/>
              <w:numPr>
                <w:ilvl w:val="0"/>
                <w:numId w:val="0"/>
              </w:numPr>
              <w:ind w:left="357" w:hanging="357"/>
            </w:pPr>
            <w:r>
              <w:t xml:space="preserve">within a </w:t>
            </w:r>
            <w:r w:rsidRPr="00AC19E5">
              <w:t>meat processing workplace</w:t>
            </w:r>
            <w:r>
              <w:t xml:space="preserve"> or work area</w:t>
            </w:r>
            <w:r w:rsidRPr="00AC19E5">
              <w:t>, on at least one occasion</w:t>
            </w:r>
            <w:r w:rsidR="00BD5325">
              <w:t>.</w:t>
            </w:r>
          </w:p>
        </w:tc>
      </w:tr>
    </w:tbl>
    <w:p w14:paraId="5B45366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4D329F" w14:textId="77777777" w:rsidTr="00CA2922">
        <w:trPr>
          <w:tblHeader/>
        </w:trPr>
        <w:tc>
          <w:tcPr>
            <w:tcW w:w="5000" w:type="pct"/>
            <w:shd w:val="clear" w:color="auto" w:fill="auto"/>
          </w:tcPr>
          <w:p w14:paraId="0946057D" w14:textId="77777777" w:rsidR="00F1480E" w:rsidRPr="005404CB" w:rsidRDefault="00D71E43" w:rsidP="005404CB">
            <w:pPr>
              <w:pStyle w:val="SIHeading2"/>
            </w:pPr>
            <w:r w:rsidRPr="002C55E9">
              <w:t>K</w:t>
            </w:r>
            <w:r w:rsidRPr="005404CB">
              <w:t>nowledge Evidence</w:t>
            </w:r>
          </w:p>
        </w:tc>
      </w:tr>
      <w:tr w:rsidR="00F1480E" w:rsidRPr="00067E1C" w14:paraId="20DCDA14" w14:textId="77777777" w:rsidTr="00CA2922">
        <w:tc>
          <w:tcPr>
            <w:tcW w:w="5000" w:type="pct"/>
            <w:shd w:val="clear" w:color="auto" w:fill="auto"/>
          </w:tcPr>
          <w:p w14:paraId="2FCCABA7" w14:textId="77777777" w:rsidR="005015C3" w:rsidRPr="005015C3" w:rsidRDefault="005015C3" w:rsidP="005015C3">
            <w:pPr>
              <w:pStyle w:val="SIText"/>
            </w:pPr>
            <w:r w:rsidRPr="0020760C">
              <w:t>An individual must be able to demonstrate the knowledge required to perform the tasks outlined in the elements and performance criteria of this unit. This includes knowledge of:</w:t>
            </w:r>
          </w:p>
          <w:p w14:paraId="40FBFDFA" w14:textId="6CC74960" w:rsidR="005015C3" w:rsidRPr="005015C3" w:rsidRDefault="005015C3" w:rsidP="005015C3">
            <w:pPr>
              <w:pStyle w:val="SIBulletList1"/>
            </w:pPr>
            <w:r>
              <w:t>key hygiene and sanitation requirements included in</w:t>
            </w:r>
            <w:r w:rsidRPr="005015C3">
              <w:t xml:space="preserve"> </w:t>
            </w:r>
            <w:r w:rsidRPr="005015C3">
              <w:rPr>
                <w:rStyle w:val="SIText-Italic"/>
              </w:rPr>
              <w:t>Australian Standard 4696:2007 Hygienic production and transportation of meat and meat products for human consumption</w:t>
            </w:r>
          </w:p>
          <w:p w14:paraId="5B08222E" w14:textId="4B411EFB" w:rsidR="005015C3" w:rsidRPr="005015C3" w:rsidRDefault="005015C3" w:rsidP="005015C3">
            <w:pPr>
              <w:pStyle w:val="SIBulletList1"/>
            </w:pPr>
            <w:r w:rsidRPr="005015C3">
              <w:t xml:space="preserve">hygiene and sanitation requirements for </w:t>
            </w:r>
            <w:r>
              <w:t>work area</w:t>
            </w:r>
          </w:p>
          <w:p w14:paraId="4AF3921C" w14:textId="72D0492E" w:rsidR="005015C3" w:rsidRPr="005015C3" w:rsidRDefault="005015C3" w:rsidP="005015C3">
            <w:pPr>
              <w:pStyle w:val="SIBulletList1"/>
            </w:pPr>
            <w:r w:rsidRPr="007E5CB5">
              <w:t>common microbiological, physical, chemical and hazards related to meat handled in the work area, including the types of hazards likely to occur, the conditions under which they occur, possible consequences, and control methods to prevent occurrence</w:t>
            </w:r>
          </w:p>
          <w:p w14:paraId="23458E76" w14:textId="77777777" w:rsidR="005015C3" w:rsidRPr="005015C3" w:rsidRDefault="005015C3" w:rsidP="005015C3">
            <w:pPr>
              <w:pStyle w:val="SIBulletList1"/>
            </w:pPr>
            <w:r w:rsidRPr="005015C3">
              <w:t>time, temperature and moisture requirements for microbial growth</w:t>
            </w:r>
          </w:p>
          <w:p w14:paraId="3E76FBCA" w14:textId="77777777" w:rsidR="005015C3" w:rsidRPr="005015C3" w:rsidRDefault="005015C3" w:rsidP="005015C3">
            <w:pPr>
              <w:pStyle w:val="SIBulletList1"/>
            </w:pPr>
            <w:r w:rsidRPr="005015C3">
              <w:t>causes of food spoilage and poisoning</w:t>
            </w:r>
          </w:p>
          <w:p w14:paraId="75A653B0" w14:textId="4661DE13" w:rsidR="005015C3" w:rsidRPr="005015C3" w:rsidRDefault="005015C3" w:rsidP="005015C3">
            <w:pPr>
              <w:pStyle w:val="SIBulletList1"/>
            </w:pPr>
            <w:r w:rsidRPr="005015C3">
              <w:t xml:space="preserve">possible sources of contamination </w:t>
            </w:r>
            <w:r w:rsidR="00BD5325">
              <w:t>at</w:t>
            </w:r>
            <w:r w:rsidRPr="005015C3">
              <w:t xml:space="preserve"> the worksite</w:t>
            </w:r>
          </w:p>
          <w:p w14:paraId="08E588F1" w14:textId="77777777" w:rsidR="005015C3" w:rsidRPr="005015C3" w:rsidRDefault="005015C3" w:rsidP="005015C3">
            <w:pPr>
              <w:pStyle w:val="SIBulletList1"/>
            </w:pPr>
            <w:r w:rsidRPr="005015C3">
              <w:t>visual evidence of contamination</w:t>
            </w:r>
          </w:p>
          <w:p w14:paraId="244625AB" w14:textId="77777777" w:rsidR="005015C3" w:rsidRDefault="005015C3" w:rsidP="005015C3">
            <w:pPr>
              <w:pStyle w:val="SIBulletList1"/>
            </w:pPr>
            <w:r>
              <w:t xml:space="preserve">workplace </w:t>
            </w:r>
            <w:r w:rsidRPr="005015C3">
              <w:t>procedures for</w:t>
            </w:r>
            <w:r>
              <w:t>:</w:t>
            </w:r>
          </w:p>
          <w:p w14:paraId="748F9117" w14:textId="46AED7C9" w:rsidR="005015C3" w:rsidRDefault="005015C3" w:rsidP="005015C3">
            <w:pPr>
              <w:pStyle w:val="SIBulletList2"/>
            </w:pPr>
            <w:r>
              <w:t>hygiene and sanitation in work area</w:t>
            </w:r>
          </w:p>
          <w:p w14:paraId="7054CC8B" w14:textId="699347DE" w:rsidR="005015C3" w:rsidRPr="005015C3" w:rsidRDefault="00BD5325" w:rsidP="005015C3">
            <w:pPr>
              <w:pStyle w:val="SIBulletList2"/>
            </w:pPr>
            <w:r w:rsidRPr="005015C3">
              <w:t>re</w:t>
            </w:r>
            <w:r>
              <w:t>sponding to</w:t>
            </w:r>
            <w:r w:rsidRPr="005015C3">
              <w:t xml:space="preserve"> </w:t>
            </w:r>
            <w:r w:rsidR="005015C3" w:rsidRPr="005015C3">
              <w:t>contamination</w:t>
            </w:r>
          </w:p>
          <w:p w14:paraId="0037F054" w14:textId="77777777" w:rsidR="005015C3" w:rsidRPr="005015C3" w:rsidRDefault="005015C3" w:rsidP="005015C3">
            <w:pPr>
              <w:pStyle w:val="SIBulletList1"/>
            </w:pPr>
            <w:r w:rsidRPr="005015C3">
              <w:t>consequences of contaminated or spoiled meat leaving the establishment</w:t>
            </w:r>
          </w:p>
          <w:p w14:paraId="7D0B757E" w14:textId="77777777" w:rsidR="005015C3" w:rsidRPr="005015C3" w:rsidRDefault="005015C3" w:rsidP="005015C3">
            <w:pPr>
              <w:pStyle w:val="SIBulletList1"/>
            </w:pPr>
            <w:r w:rsidRPr="005015C3">
              <w:t>consequences of failing to follow workplace requirements for hygienic handling and processing of meat</w:t>
            </w:r>
          </w:p>
          <w:p w14:paraId="6BA94F93" w14:textId="77777777" w:rsidR="005015C3" w:rsidRPr="005015C3" w:rsidRDefault="005015C3" w:rsidP="005015C3">
            <w:pPr>
              <w:pStyle w:val="SIBulletList1"/>
            </w:pPr>
            <w:r w:rsidRPr="00EE3971">
              <w:t>purpose of hygiene and sanitation monitoring</w:t>
            </w:r>
          </w:p>
          <w:p w14:paraId="0F9E0BA9" w14:textId="77777777" w:rsidR="00F1480E" w:rsidRDefault="005015C3" w:rsidP="005015C3">
            <w:pPr>
              <w:pStyle w:val="SIBulletList1"/>
            </w:pPr>
            <w:r>
              <w:t xml:space="preserve">hygiene and sanitation </w:t>
            </w:r>
            <w:r w:rsidRPr="005015C3">
              <w:t>monitoring methods</w:t>
            </w:r>
          </w:p>
          <w:p w14:paraId="66608BB7" w14:textId="23954FCB" w:rsidR="005015C3" w:rsidRPr="005404CB" w:rsidRDefault="005015C3" w:rsidP="005015C3">
            <w:pPr>
              <w:pStyle w:val="SIBulletList1"/>
            </w:pPr>
            <w:r>
              <w:t>the difference between cleaning and sanitation</w:t>
            </w:r>
            <w:r w:rsidR="001C598C">
              <w:t>.</w:t>
            </w:r>
          </w:p>
        </w:tc>
      </w:tr>
    </w:tbl>
    <w:p w14:paraId="53A6E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CDEE5F" w14:textId="77777777" w:rsidTr="00CA2922">
        <w:trPr>
          <w:tblHeader/>
        </w:trPr>
        <w:tc>
          <w:tcPr>
            <w:tcW w:w="5000" w:type="pct"/>
            <w:shd w:val="clear" w:color="auto" w:fill="auto"/>
          </w:tcPr>
          <w:p w14:paraId="453797F8" w14:textId="77777777" w:rsidR="00F1480E" w:rsidRPr="005404CB" w:rsidRDefault="00D71E43" w:rsidP="005404CB">
            <w:pPr>
              <w:pStyle w:val="SIHeading2"/>
            </w:pPr>
            <w:r w:rsidRPr="002C55E9">
              <w:t>A</w:t>
            </w:r>
            <w:r w:rsidRPr="005404CB">
              <w:t>ssessment Conditions</w:t>
            </w:r>
          </w:p>
        </w:tc>
      </w:tr>
      <w:tr w:rsidR="00F1480E" w:rsidRPr="00A55106" w14:paraId="4F2F0283" w14:textId="77777777" w:rsidTr="00CA2922">
        <w:tc>
          <w:tcPr>
            <w:tcW w:w="5000" w:type="pct"/>
            <w:shd w:val="clear" w:color="auto" w:fill="auto"/>
          </w:tcPr>
          <w:p w14:paraId="2A4F421E" w14:textId="77777777" w:rsidR="005015C3" w:rsidRPr="005015C3" w:rsidRDefault="005015C3" w:rsidP="005015C3">
            <w:pPr>
              <w:pStyle w:val="SIText"/>
            </w:pPr>
            <w:r w:rsidRPr="0020760C">
              <w:t xml:space="preserve">Assessment of skills </w:t>
            </w:r>
            <w:r w:rsidRPr="005015C3">
              <w:t>in this unit of competency must take place under the following conditions:</w:t>
            </w:r>
          </w:p>
          <w:p w14:paraId="3DA85596" w14:textId="77777777" w:rsidR="005015C3" w:rsidRPr="005015C3" w:rsidRDefault="005015C3" w:rsidP="005015C3">
            <w:pPr>
              <w:pStyle w:val="SIBulletList1"/>
            </w:pPr>
            <w:r w:rsidRPr="0020760C">
              <w:t>physical conditions:</w:t>
            </w:r>
          </w:p>
          <w:p w14:paraId="7DE8296A" w14:textId="77777777" w:rsidR="005015C3" w:rsidRPr="005015C3" w:rsidRDefault="005015C3" w:rsidP="001C598C">
            <w:pPr>
              <w:pStyle w:val="SIBulletList2"/>
            </w:pPr>
            <w:r w:rsidRPr="005015C3">
              <w:rPr>
                <w:rStyle w:val="SITemporaryText-red"/>
                <w:color w:val="auto"/>
                <w:sz w:val="20"/>
              </w:rPr>
              <w:t xml:space="preserve">skills must be demonstrated </w:t>
            </w:r>
            <w:r w:rsidRPr="005015C3">
              <w:t>a meat processing workplace or an environment that accurately represents workplace conditions</w:t>
            </w:r>
          </w:p>
          <w:p w14:paraId="4E89C41D" w14:textId="77777777" w:rsidR="005015C3" w:rsidRPr="005015C3" w:rsidRDefault="005015C3" w:rsidP="005015C3">
            <w:pPr>
              <w:pStyle w:val="SIBulletList1"/>
            </w:pPr>
            <w:r w:rsidRPr="0020760C">
              <w:t>resources, equipment and materials:</w:t>
            </w:r>
          </w:p>
          <w:p w14:paraId="1A0CBDE5" w14:textId="31464863" w:rsidR="005015C3" w:rsidRPr="005015C3" w:rsidRDefault="001C598C" w:rsidP="001C598C">
            <w:pPr>
              <w:pStyle w:val="SIBulletList2"/>
            </w:pPr>
            <w:r>
              <w:t>cleaning and sanitation products and equipment</w:t>
            </w:r>
          </w:p>
          <w:p w14:paraId="75DDB24F" w14:textId="77777777" w:rsidR="005015C3" w:rsidRPr="005015C3" w:rsidRDefault="005015C3" w:rsidP="005015C3">
            <w:pPr>
              <w:pStyle w:val="SIBulletList1"/>
            </w:pPr>
            <w:r w:rsidRPr="0020760C">
              <w:t>specifications:</w:t>
            </w:r>
          </w:p>
          <w:p w14:paraId="5D2A9AC5" w14:textId="3BA3D167" w:rsidR="005015C3" w:rsidRPr="005015C3" w:rsidRDefault="005015C3" w:rsidP="001C598C">
            <w:pPr>
              <w:pStyle w:val="SIBulletList2"/>
            </w:pPr>
            <w:r w:rsidRPr="005015C3">
              <w:t xml:space="preserve">workplace procedures related to hygiene and sanitation </w:t>
            </w:r>
            <w:r w:rsidR="001C598C">
              <w:t>and cleaning relevant to role</w:t>
            </w:r>
          </w:p>
          <w:p w14:paraId="46807106" w14:textId="3387FF7B" w:rsidR="005015C3" w:rsidRPr="005015C3" w:rsidRDefault="005015C3" w:rsidP="001C598C">
            <w:pPr>
              <w:pStyle w:val="SIBulletList2"/>
            </w:pPr>
            <w:r w:rsidRPr="005015C3">
              <w:t xml:space="preserve">workplace </w:t>
            </w:r>
            <w:r w:rsidR="001C598C">
              <w:t>record keeping</w:t>
            </w:r>
            <w:r w:rsidRPr="005015C3">
              <w:t xml:space="preserve"> procedures</w:t>
            </w:r>
            <w:r w:rsidR="001C598C">
              <w:t>.</w:t>
            </w:r>
          </w:p>
          <w:p w14:paraId="451D8483" w14:textId="77777777" w:rsidR="005015C3" w:rsidRPr="0020760C" w:rsidRDefault="005015C3" w:rsidP="005015C3">
            <w:pPr>
              <w:pStyle w:val="SIText"/>
            </w:pPr>
          </w:p>
          <w:p w14:paraId="72FC2BF3" w14:textId="18717786" w:rsidR="00F1480E" w:rsidRPr="00036252" w:rsidRDefault="005015C3" w:rsidP="005015C3">
            <w:pPr>
              <w:pStyle w:val="SIText"/>
            </w:pPr>
            <w:r w:rsidRPr="0020760C">
              <w:t>Assessors of this unit must satisfy the requirements for assessors in applicable vocational education and training legislation, frameworks and/or standards.</w:t>
            </w:r>
          </w:p>
        </w:tc>
      </w:tr>
    </w:tbl>
    <w:p w14:paraId="598031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937051" w14:textId="77777777" w:rsidTr="004679E3">
        <w:tc>
          <w:tcPr>
            <w:tcW w:w="990" w:type="pct"/>
            <w:shd w:val="clear" w:color="auto" w:fill="auto"/>
          </w:tcPr>
          <w:p w14:paraId="25F9155C" w14:textId="77777777" w:rsidR="00F1480E" w:rsidRPr="005404CB" w:rsidRDefault="00D71E43" w:rsidP="005404CB">
            <w:pPr>
              <w:pStyle w:val="SIHeading2"/>
            </w:pPr>
            <w:r w:rsidRPr="002C55E9">
              <w:t>L</w:t>
            </w:r>
            <w:r w:rsidRPr="005404CB">
              <w:t>inks</w:t>
            </w:r>
          </w:p>
        </w:tc>
        <w:tc>
          <w:tcPr>
            <w:tcW w:w="4010" w:type="pct"/>
            <w:shd w:val="clear" w:color="auto" w:fill="auto"/>
          </w:tcPr>
          <w:p w14:paraId="5FB533ED" w14:textId="77777777" w:rsidR="002970C3" w:rsidRPr="005404CB" w:rsidRDefault="002970C3" w:rsidP="005404CB">
            <w:pPr>
              <w:pStyle w:val="SIText"/>
            </w:pPr>
            <w:r>
              <w:t xml:space="preserve">Companion Volumes, including Implementation </w:t>
            </w:r>
            <w:r w:rsidR="00346FDC" w:rsidRPr="005404CB">
              <w:t>Guides, are available at VETNet:</w:t>
            </w:r>
          </w:p>
          <w:p w14:paraId="4595EC34" w14:textId="0F7CED04" w:rsidR="00F1480E" w:rsidRPr="005404CB" w:rsidRDefault="003144A5" w:rsidP="005404CB">
            <w:pPr>
              <w:pStyle w:val="SIText"/>
            </w:pPr>
            <w:hyperlink r:id="rId12" w:history="1">
              <w:r w:rsidR="0061440A" w:rsidRPr="0061440A">
                <w:t>https://vetnet.gov.au/Pages/TrainingDocs.aspx?q=5e2e56b7-698f-4822-84bb-25adbb8443a7</w:t>
              </w:r>
            </w:hyperlink>
          </w:p>
        </w:tc>
      </w:tr>
    </w:tbl>
    <w:p w14:paraId="6A489CB4"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900E1" w14:textId="77777777" w:rsidR="00E17C1A" w:rsidRDefault="00E17C1A" w:rsidP="00BF3F0A">
      <w:r>
        <w:separator/>
      </w:r>
    </w:p>
    <w:p w14:paraId="7D93A129" w14:textId="77777777" w:rsidR="00E17C1A" w:rsidRDefault="00E17C1A"/>
  </w:endnote>
  <w:endnote w:type="continuationSeparator" w:id="0">
    <w:p w14:paraId="7BCE277B" w14:textId="77777777" w:rsidR="00E17C1A" w:rsidRDefault="00E17C1A" w:rsidP="00BF3F0A">
      <w:r>
        <w:continuationSeparator/>
      </w:r>
    </w:p>
    <w:p w14:paraId="2ECD9D69" w14:textId="77777777" w:rsidR="00E17C1A" w:rsidRDefault="00E17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32F7B9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6483138B"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391A3F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14FC6" w14:textId="77777777" w:rsidR="00E17C1A" w:rsidRDefault="00E17C1A" w:rsidP="00BF3F0A">
      <w:r>
        <w:separator/>
      </w:r>
    </w:p>
    <w:p w14:paraId="28BE3792" w14:textId="77777777" w:rsidR="00E17C1A" w:rsidRDefault="00E17C1A"/>
  </w:footnote>
  <w:footnote w:type="continuationSeparator" w:id="0">
    <w:p w14:paraId="12ACF24D" w14:textId="77777777" w:rsidR="00E17C1A" w:rsidRDefault="00E17C1A" w:rsidP="00BF3F0A">
      <w:r>
        <w:continuationSeparator/>
      </w:r>
    </w:p>
    <w:p w14:paraId="0FD83C35" w14:textId="77777777" w:rsidR="00E17C1A" w:rsidRDefault="00E17C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F88A8" w14:textId="7E70B618" w:rsidR="009C2650" w:rsidRPr="0061440A" w:rsidRDefault="003144A5" w:rsidP="0061440A">
    <w:sdt>
      <w:sdtPr>
        <w:rPr>
          <w:lang w:eastAsia="en-US"/>
        </w:rPr>
        <w:id w:val="507872785"/>
        <w:docPartObj>
          <w:docPartGallery w:val="Watermarks"/>
          <w:docPartUnique/>
        </w:docPartObj>
      </w:sdtPr>
      <w:sdtEndPr/>
      <w:sdtContent>
        <w:r>
          <w:rPr>
            <w:lang w:eastAsia="en-US"/>
          </w:rPr>
          <w:pict w14:anchorId="4FBCF0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1440A" w:rsidRPr="0061440A">
      <w:rPr>
        <w:lang w:eastAsia="en-US"/>
      </w:rPr>
      <w:t>AMP</w:t>
    </w:r>
    <w:r w:rsidR="009100D7">
      <w:t>QUA3</w:t>
    </w:r>
    <w:r w:rsidR="002C2C52">
      <w:t>X1</w:t>
    </w:r>
    <w:r w:rsidR="0061440A" w:rsidRPr="0061440A">
      <w:rPr>
        <w:lang w:eastAsia="en-US"/>
      </w:rPr>
      <w:t xml:space="preserve"> </w:t>
    </w:r>
    <w:r w:rsidR="00FC1D84">
      <w:t>Comply with</w:t>
    </w:r>
    <w:r w:rsidR="00FC1D84" w:rsidRPr="0061440A">
      <w:t xml:space="preserve"> hygiene and sanitation </w:t>
    </w:r>
    <w:r w:rsidR="00FC1D84">
      <w:t>requirements</w:t>
    </w:r>
    <w:r w:rsidR="00FC1D84" w:rsidDel="00FC1D8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pStyle w:val="ListBullet"/>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451A1C"/>
    <w:multiLevelType w:val="multilevel"/>
    <w:tmpl w:val="A6987F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5207654"/>
    <w:multiLevelType w:val="multilevel"/>
    <w:tmpl w:val="72FE1C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685330"/>
    <w:multiLevelType w:val="multilevel"/>
    <w:tmpl w:val="5FFEF7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2"/>
  </w:num>
  <w:num w:numId="18">
    <w:abstractNumId w:val="14"/>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4B"/>
    <w:rsid w:val="000014B9"/>
    <w:rsid w:val="00005A15"/>
    <w:rsid w:val="0001108F"/>
    <w:rsid w:val="000115E2"/>
    <w:rsid w:val="000126D0"/>
    <w:rsid w:val="0001296A"/>
    <w:rsid w:val="00016803"/>
    <w:rsid w:val="00023992"/>
    <w:rsid w:val="000275AE"/>
    <w:rsid w:val="00036252"/>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E65B0"/>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598C"/>
    <w:rsid w:val="001D30EB"/>
    <w:rsid w:val="001D5C1B"/>
    <w:rsid w:val="001D7F5B"/>
    <w:rsid w:val="001E0849"/>
    <w:rsid w:val="001E16BC"/>
    <w:rsid w:val="001E16DF"/>
    <w:rsid w:val="001E405B"/>
    <w:rsid w:val="001F2BA5"/>
    <w:rsid w:val="001F308D"/>
    <w:rsid w:val="00201A7C"/>
    <w:rsid w:val="0021210E"/>
    <w:rsid w:val="0021414D"/>
    <w:rsid w:val="00223124"/>
    <w:rsid w:val="00233143"/>
    <w:rsid w:val="00234444"/>
    <w:rsid w:val="00242293"/>
    <w:rsid w:val="00244EA7"/>
    <w:rsid w:val="00262FC3"/>
    <w:rsid w:val="0026394F"/>
    <w:rsid w:val="00267AF6"/>
    <w:rsid w:val="0027614B"/>
    <w:rsid w:val="00276DB8"/>
    <w:rsid w:val="00282664"/>
    <w:rsid w:val="00285FB8"/>
    <w:rsid w:val="002970C3"/>
    <w:rsid w:val="002A4CD3"/>
    <w:rsid w:val="002A6CC4"/>
    <w:rsid w:val="002C2C52"/>
    <w:rsid w:val="002C55E9"/>
    <w:rsid w:val="002D0C8B"/>
    <w:rsid w:val="002D330A"/>
    <w:rsid w:val="002E170C"/>
    <w:rsid w:val="002E193E"/>
    <w:rsid w:val="00303885"/>
    <w:rsid w:val="00305EFF"/>
    <w:rsid w:val="00310A6A"/>
    <w:rsid w:val="003144A5"/>
    <w:rsid w:val="003144E6"/>
    <w:rsid w:val="00337E82"/>
    <w:rsid w:val="00346FDC"/>
    <w:rsid w:val="0034770F"/>
    <w:rsid w:val="00350BB1"/>
    <w:rsid w:val="00352C83"/>
    <w:rsid w:val="00362E15"/>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208A3"/>
    <w:rsid w:val="0043212E"/>
    <w:rsid w:val="00434366"/>
    <w:rsid w:val="00434ECE"/>
    <w:rsid w:val="00444423"/>
    <w:rsid w:val="00447FC3"/>
    <w:rsid w:val="00452F3E"/>
    <w:rsid w:val="0046239A"/>
    <w:rsid w:val="004640AE"/>
    <w:rsid w:val="00466F18"/>
    <w:rsid w:val="004679E3"/>
    <w:rsid w:val="00475172"/>
    <w:rsid w:val="004758B0"/>
    <w:rsid w:val="00477392"/>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5C3"/>
    <w:rsid w:val="0051194B"/>
    <w:rsid w:val="005145AB"/>
    <w:rsid w:val="00520E9A"/>
    <w:rsid w:val="005248C1"/>
    <w:rsid w:val="00526134"/>
    <w:rsid w:val="005404CB"/>
    <w:rsid w:val="005405B2"/>
    <w:rsid w:val="005427C8"/>
    <w:rsid w:val="005446D1"/>
    <w:rsid w:val="00552C7A"/>
    <w:rsid w:val="00556C4C"/>
    <w:rsid w:val="00557369"/>
    <w:rsid w:val="00557D22"/>
    <w:rsid w:val="00564ADD"/>
    <w:rsid w:val="005708EB"/>
    <w:rsid w:val="00575BC6"/>
    <w:rsid w:val="00583902"/>
    <w:rsid w:val="005A1D70"/>
    <w:rsid w:val="005A3AA5"/>
    <w:rsid w:val="005A6C9C"/>
    <w:rsid w:val="005A7489"/>
    <w:rsid w:val="005A74DC"/>
    <w:rsid w:val="005B5146"/>
    <w:rsid w:val="005D1AFD"/>
    <w:rsid w:val="005E51E6"/>
    <w:rsid w:val="005F027A"/>
    <w:rsid w:val="005F33CC"/>
    <w:rsid w:val="005F3B1D"/>
    <w:rsid w:val="005F771F"/>
    <w:rsid w:val="006121D4"/>
    <w:rsid w:val="00613B49"/>
    <w:rsid w:val="0061440A"/>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4A8"/>
    <w:rsid w:val="007A300D"/>
    <w:rsid w:val="007D5A78"/>
    <w:rsid w:val="007E1FA0"/>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00D7"/>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1E2D"/>
    <w:rsid w:val="00A76C6C"/>
    <w:rsid w:val="00A87356"/>
    <w:rsid w:val="00A92DD1"/>
    <w:rsid w:val="00AA5338"/>
    <w:rsid w:val="00AA5D02"/>
    <w:rsid w:val="00AB1B8E"/>
    <w:rsid w:val="00AB3EC1"/>
    <w:rsid w:val="00AB46DE"/>
    <w:rsid w:val="00AC0696"/>
    <w:rsid w:val="00AC19E5"/>
    <w:rsid w:val="00AC4C98"/>
    <w:rsid w:val="00AC5F6B"/>
    <w:rsid w:val="00AD3896"/>
    <w:rsid w:val="00AD5B47"/>
    <w:rsid w:val="00AE1ED9"/>
    <w:rsid w:val="00AE32CB"/>
    <w:rsid w:val="00AF3957"/>
    <w:rsid w:val="00B034D6"/>
    <w:rsid w:val="00B0712C"/>
    <w:rsid w:val="00B12013"/>
    <w:rsid w:val="00B22C67"/>
    <w:rsid w:val="00B3508F"/>
    <w:rsid w:val="00B443EE"/>
    <w:rsid w:val="00B560C8"/>
    <w:rsid w:val="00B61150"/>
    <w:rsid w:val="00B65BC7"/>
    <w:rsid w:val="00B746B9"/>
    <w:rsid w:val="00B848D4"/>
    <w:rsid w:val="00B865B7"/>
    <w:rsid w:val="00B96F7A"/>
    <w:rsid w:val="00BA1CB1"/>
    <w:rsid w:val="00BA4178"/>
    <w:rsid w:val="00BA482D"/>
    <w:rsid w:val="00BB1755"/>
    <w:rsid w:val="00BB23F4"/>
    <w:rsid w:val="00BC5075"/>
    <w:rsid w:val="00BC5419"/>
    <w:rsid w:val="00BD3B0F"/>
    <w:rsid w:val="00BD5325"/>
    <w:rsid w:val="00BE5889"/>
    <w:rsid w:val="00BF1D4C"/>
    <w:rsid w:val="00BF3F0A"/>
    <w:rsid w:val="00C04238"/>
    <w:rsid w:val="00C143C3"/>
    <w:rsid w:val="00C1739B"/>
    <w:rsid w:val="00C21ADE"/>
    <w:rsid w:val="00C23D97"/>
    <w:rsid w:val="00C26067"/>
    <w:rsid w:val="00C30A29"/>
    <w:rsid w:val="00C317DC"/>
    <w:rsid w:val="00C578E9"/>
    <w:rsid w:val="00C70626"/>
    <w:rsid w:val="00C72860"/>
    <w:rsid w:val="00C72A48"/>
    <w:rsid w:val="00C73582"/>
    <w:rsid w:val="00C73B90"/>
    <w:rsid w:val="00C742EC"/>
    <w:rsid w:val="00C96AF3"/>
    <w:rsid w:val="00C97CCC"/>
    <w:rsid w:val="00CA0274"/>
    <w:rsid w:val="00CA139A"/>
    <w:rsid w:val="00CB746F"/>
    <w:rsid w:val="00CC14B1"/>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06B3"/>
    <w:rsid w:val="00D810DE"/>
    <w:rsid w:val="00D87D32"/>
    <w:rsid w:val="00D91188"/>
    <w:rsid w:val="00D92C83"/>
    <w:rsid w:val="00DA0A81"/>
    <w:rsid w:val="00DA3C10"/>
    <w:rsid w:val="00DA53B5"/>
    <w:rsid w:val="00DC1D69"/>
    <w:rsid w:val="00DC5A3A"/>
    <w:rsid w:val="00DD0726"/>
    <w:rsid w:val="00DF54AF"/>
    <w:rsid w:val="00E16692"/>
    <w:rsid w:val="00E17C1A"/>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3971"/>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3D7C"/>
    <w:rsid w:val="00F86857"/>
    <w:rsid w:val="00FB232E"/>
    <w:rsid w:val="00FC1D8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1087"/>
  <w15:docId w15:val="{076B9109-911F-43C4-B8C2-F002262C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61440A"/>
    <w:rPr>
      <w:color w:val="605E5C"/>
      <w:shd w:val="clear" w:color="auto" w:fill="E1DFDD"/>
    </w:rPr>
  </w:style>
  <w:style w:type="paragraph" w:styleId="BodyText">
    <w:name w:val="Body Text"/>
    <w:basedOn w:val="Normal"/>
    <w:link w:val="BodyTextChar"/>
    <w:uiPriority w:val="99"/>
    <w:semiHidden/>
    <w:unhideWhenUsed/>
    <w:locked/>
    <w:rsid w:val="009100D7"/>
    <w:pPr>
      <w:spacing w:after="120"/>
    </w:pPr>
  </w:style>
  <w:style w:type="character" w:customStyle="1" w:styleId="BodyTextChar">
    <w:name w:val="Body Text Char"/>
    <w:basedOn w:val="DefaultParagraphFont"/>
    <w:link w:val="BodyText"/>
    <w:uiPriority w:val="99"/>
    <w:semiHidden/>
    <w:rsid w:val="009100D7"/>
    <w:rPr>
      <w:rFonts w:ascii="Arial" w:eastAsia="Times New Roman" w:hAnsi="Arial" w:cs="Times New Roman"/>
      <w:sz w:val="20"/>
      <w:lang w:eastAsia="en-AU"/>
    </w:rPr>
  </w:style>
  <w:style w:type="paragraph" w:styleId="ListBullet">
    <w:name w:val="List Bullet"/>
    <w:basedOn w:val="Normal"/>
    <w:uiPriority w:val="99"/>
    <w:semiHidden/>
    <w:unhideWhenUsed/>
    <w:locked/>
    <w:rsid w:val="005015C3"/>
    <w:pPr>
      <w:numPr>
        <w:numId w:val="20"/>
      </w:numPr>
      <w:tabs>
        <w:tab w:val="clear" w:pos="643"/>
        <w:tab w:val="num" w:pos="360"/>
      </w:tabs>
      <w:ind w:left="360"/>
      <w:contextualSpacing/>
    </w:pPr>
  </w:style>
  <w:style w:type="paragraph" w:styleId="Revision">
    <w:name w:val="Revision"/>
    <w:hidden/>
    <w:uiPriority w:val="99"/>
    <w:semiHidden/>
    <w:rsid w:val="00FC1D8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17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2345130">
      <w:bodyDiv w:val="1"/>
      <w:marLeft w:val="0"/>
      <w:marRight w:val="0"/>
      <w:marTop w:val="0"/>
      <w:marBottom w:val="0"/>
      <w:divBdr>
        <w:top w:val="none" w:sz="0" w:space="0" w:color="auto"/>
        <w:left w:val="none" w:sz="0" w:space="0" w:color="auto"/>
        <w:bottom w:val="none" w:sz="0" w:space="0" w:color="auto"/>
        <w:right w:val="none" w:sz="0" w:space="0" w:color="auto"/>
      </w:divBdr>
    </w:div>
    <w:div w:id="1029141852">
      <w:bodyDiv w:val="1"/>
      <w:marLeft w:val="0"/>
      <w:marRight w:val="0"/>
      <w:marTop w:val="0"/>
      <w:marBottom w:val="0"/>
      <w:divBdr>
        <w:top w:val="none" w:sz="0" w:space="0" w:color="auto"/>
        <w:left w:val="none" w:sz="0" w:space="0" w:color="auto"/>
        <w:bottom w:val="none" w:sz="0" w:space="0" w:color="auto"/>
        <w:right w:val="none" w:sz="0" w:space="0" w:color="auto"/>
      </w:divBdr>
    </w:div>
    <w:div w:id="1690066775">
      <w:bodyDiv w:val="1"/>
      <w:marLeft w:val="0"/>
      <w:marRight w:val="0"/>
      <w:marTop w:val="0"/>
      <w:marBottom w:val="0"/>
      <w:divBdr>
        <w:top w:val="none" w:sz="0" w:space="0" w:color="auto"/>
        <w:left w:val="none" w:sz="0" w:space="0" w:color="auto"/>
        <w:bottom w:val="none" w:sz="0" w:space="0" w:color="auto"/>
        <w:right w:val="none" w:sz="0" w:space="0" w:color="auto"/>
      </w:divBdr>
    </w:div>
    <w:div w:id="1710446070">
      <w:bodyDiv w:val="1"/>
      <w:marLeft w:val="0"/>
      <w:marRight w:val="0"/>
      <w:marTop w:val="0"/>
      <w:marBottom w:val="0"/>
      <w:divBdr>
        <w:top w:val="none" w:sz="0" w:space="0" w:color="auto"/>
        <w:left w:val="none" w:sz="0" w:space="0" w:color="auto"/>
        <w:bottom w:val="none" w:sz="0" w:space="0" w:color="auto"/>
        <w:right w:val="none" w:sz="0" w:space="0" w:color="auto"/>
      </w:divBdr>
    </w:div>
    <w:div w:id="193385263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5e2e56b7-698f-4822-84bb-25adbb8443a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5e2e56b7-698f-4822-84bb-25adbb8443a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o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BA673885FE09B4BAD443EA4226D5DD1" ma:contentTypeVersion="" ma:contentTypeDescription="Create a new document." ma:contentTypeScope="" ma:versionID="0628dcde545c0ae5ae150ad5a84e9cb0">
  <xsd:schema xmlns:xsd="http://www.w3.org/2001/XMLSchema" xmlns:xs="http://www.w3.org/2001/XMLSchema" xmlns:p="http://schemas.microsoft.com/office/2006/metadata/properties" xmlns:ns2="3c625ec5-f4fe-4e46-a051-7a1a1cbc9aa7" targetNamespace="http://schemas.microsoft.com/office/2006/metadata/properties" ma:root="true" ma:fieldsID="21f48c3018b2cc5687f26cc79926956d" ns2:_="">
    <xsd:import namespace="3c625ec5-f4fe-4e46-a051-7a1a1cbc9a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625ec5-f4fe-4e46-a051-7a1a1cbc9a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02BEDA08-F065-48D9-B705-4ADEE8907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625ec5-f4fe-4e46-a051-7a1a1cbc9a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elements/1.1/"/>
    <ds:schemaRef ds:uri="http://www.w3.org/XML/1998/namespace"/>
    <ds:schemaRef ds:uri="3c625ec5-f4fe-4e46-a051-7a1a1cbc9aa7"/>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95</TotalTime>
  <Pages>3</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Mark Lancaster</dc:creator>
  <cp:lastModifiedBy>Lucinda O'Brien</cp:lastModifiedBy>
  <cp:revision>31</cp:revision>
  <cp:lastPrinted>2016-05-27T05:21:00Z</cp:lastPrinted>
  <dcterms:created xsi:type="dcterms:W3CDTF">2021-08-09T02:15:00Z</dcterms:created>
  <dcterms:modified xsi:type="dcterms:W3CDTF">2022-02-14T22:57:00Z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0x0101006BA673885FE09B4BAD443EA4226D5DD1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AssignedTo">
    <vt:lpwstr/>
  </property>
  <property fmtid="{D5CDD505-2E9C-101B-9397-08002B2CF9AE}" pid="27" name="Project Phase">
    <vt:lpwstr>Development</vt:lpwstr>
  </property>
  <property fmtid="{D5CDD505-2E9C-101B-9397-08002B2CF9AE}" pid="28" name="Meat Group">
    <vt:lpwstr>3 Quality/Food safety/WHS</vt:lpwstr>
  </property>
  <property fmtid="{D5CDD505-2E9C-101B-9397-08002B2CF9AE}" pid="29" name="Assigned to0">
    <vt:lpwstr/>
  </property>
</Properties>
</file>